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C42A69">
        <w:trPr>
          <w:trHeight w:val="1562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6BC9D200" w:rsidR="00424ECA" w:rsidRPr="002B40AE" w:rsidRDefault="006E2212" w:rsidP="00424ECA">
      <w:pPr>
        <w:spacing w:line="240" w:lineRule="auto"/>
        <w:rPr>
          <w:bCs/>
          <w:noProof/>
          <w:color w:val="000000" w:themeColor="text1"/>
        </w:rPr>
      </w:pPr>
      <w:r>
        <w:rPr>
          <w:color w:val="000000" w:themeColor="text1"/>
        </w:rPr>
        <w:t>R</w:t>
      </w:r>
      <w:r w:rsidR="00D36024" w:rsidRPr="00D36024">
        <w:rPr>
          <w:color w:val="000000" w:themeColor="text1"/>
        </w:rPr>
        <w:t>iigi Kaitseinvesteeringute Keskus</w:t>
      </w:r>
      <w:r w:rsidR="0014546A">
        <w:rPr>
          <w:color w:val="000000" w:themeColor="text1"/>
        </w:rPr>
        <w:tab/>
      </w:r>
      <w:r w:rsidR="001A66C7" w:rsidRPr="00FA014B">
        <w:rPr>
          <w:bCs/>
          <w:noProof/>
          <w:color w:val="000000"/>
        </w:rPr>
        <w:tab/>
      </w:r>
      <w:r w:rsidR="003128E3" w:rsidRPr="00FA014B">
        <w:rPr>
          <w:bCs/>
          <w:noProof/>
          <w:color w:val="000000"/>
        </w:rPr>
        <w:tab/>
      </w:r>
      <w:r w:rsidR="001A66C7" w:rsidRPr="00FA014B">
        <w:rPr>
          <w:bCs/>
          <w:noProof/>
          <w:color w:val="000000"/>
        </w:rPr>
        <w:tab/>
      </w:r>
      <w:r w:rsidR="00424ECA" w:rsidRPr="00174E7F">
        <w:rPr>
          <w:bCs/>
          <w:noProof/>
        </w:rPr>
        <w:t xml:space="preserve">Meie </w:t>
      </w:r>
      <w:r w:rsidR="00D36024">
        <w:rPr>
          <w:bCs/>
          <w:noProof/>
        </w:rPr>
        <w:t>1</w:t>
      </w:r>
      <w:r w:rsidR="0014546A">
        <w:rPr>
          <w:bCs/>
          <w:noProof/>
        </w:rPr>
        <w:t>0</w:t>
      </w:r>
      <w:r w:rsidR="00EE5ACF">
        <w:rPr>
          <w:bCs/>
          <w:noProof/>
        </w:rPr>
        <w:t>.</w:t>
      </w:r>
      <w:r w:rsidR="002103AE">
        <w:rPr>
          <w:bCs/>
          <w:noProof/>
        </w:rPr>
        <w:t>0</w:t>
      </w:r>
      <w:r w:rsidR="00D36024">
        <w:rPr>
          <w:bCs/>
          <w:noProof/>
        </w:rPr>
        <w:t>4</w:t>
      </w:r>
      <w:r w:rsidR="00EE5ACF">
        <w:rPr>
          <w:bCs/>
          <w:noProof/>
        </w:rPr>
        <w:t>.2023</w:t>
      </w:r>
      <w:r w:rsidR="00424ECA" w:rsidRPr="00174E7F">
        <w:rPr>
          <w:bCs/>
          <w:noProof/>
        </w:rPr>
        <w:t xml:space="preserve"> </w:t>
      </w:r>
      <w:r w:rsidR="00424ECA" w:rsidRPr="002B40AE">
        <w:rPr>
          <w:bCs/>
          <w:noProof/>
          <w:color w:val="000000" w:themeColor="text1"/>
        </w:rPr>
        <w:t>nr 12.2-10</w:t>
      </w:r>
      <w:r w:rsidR="00424ECA" w:rsidRPr="00446375">
        <w:rPr>
          <w:bCs/>
          <w:noProof/>
        </w:rPr>
        <w:t>/</w:t>
      </w:r>
      <w:r w:rsidR="00D36024">
        <w:rPr>
          <w:bCs/>
          <w:noProof/>
        </w:rPr>
        <w:t>62</w:t>
      </w:r>
    </w:p>
    <w:p w14:paraId="492AD1FC" w14:textId="518F4A9C" w:rsidR="00D36024" w:rsidRDefault="00424ECA" w:rsidP="00E87D79">
      <w:pPr>
        <w:pStyle w:val="Default"/>
      </w:pPr>
      <w:r w:rsidRPr="00EE5ACF">
        <w:rPr>
          <w:color w:val="auto"/>
        </w:rPr>
        <w:t>e-post:</w:t>
      </w:r>
      <w:r w:rsidR="00D130F3" w:rsidRPr="00EE5ACF">
        <w:rPr>
          <w:color w:val="auto"/>
        </w:rPr>
        <w:t xml:space="preserve"> </w:t>
      </w:r>
      <w:hyperlink r:id="rId9" w:history="1">
        <w:r w:rsidR="00D36024" w:rsidRPr="00C60058">
          <w:rPr>
            <w:rStyle w:val="Hperlink"/>
          </w:rPr>
          <w:t>toomas.kokk@rkik.ee</w:t>
        </w:r>
      </w:hyperlink>
    </w:p>
    <w:p w14:paraId="5D6D5FD6" w14:textId="1830AFA4" w:rsidR="00D6473B" w:rsidRDefault="00487580" w:rsidP="00E87D79">
      <w:pPr>
        <w:pStyle w:val="Default"/>
      </w:pPr>
      <w:r>
        <w:tab/>
      </w:r>
      <w:hyperlink r:id="rId10" w:history="1">
        <w:r w:rsidR="00804474" w:rsidRPr="00C60058">
          <w:rPr>
            <w:rStyle w:val="Hperlink"/>
          </w:rPr>
          <w:t>info@rkik.ee</w:t>
        </w:r>
      </w:hyperlink>
      <w:r>
        <w:t xml:space="preserve"> </w:t>
      </w:r>
    </w:p>
    <w:p w14:paraId="624D4900" w14:textId="77777777" w:rsidR="00365CC0" w:rsidRPr="00A06B76" w:rsidRDefault="00365CC0" w:rsidP="00365CC0">
      <w:pPr>
        <w:spacing w:line="240" w:lineRule="auto"/>
        <w:ind w:right="-1"/>
        <w:rPr>
          <w:noProof/>
          <w:color w:val="000000"/>
        </w:rPr>
      </w:pPr>
    </w:p>
    <w:p w14:paraId="49F67551" w14:textId="77777777" w:rsidR="00365CC0" w:rsidRPr="00DA257B" w:rsidRDefault="00365CC0" w:rsidP="00365CC0">
      <w:pPr>
        <w:spacing w:line="240" w:lineRule="auto"/>
        <w:ind w:right="-285"/>
        <w:rPr>
          <w:bCs/>
        </w:rPr>
      </w:pPr>
    </w:p>
    <w:p w14:paraId="0EFF88FC" w14:textId="472DF761" w:rsidR="00365CC0" w:rsidRPr="00DA257B" w:rsidRDefault="00301BB5" w:rsidP="00365CC0">
      <w:pPr>
        <w:spacing w:line="240" w:lineRule="auto"/>
        <w:ind w:right="-285"/>
        <w:rPr>
          <w:b/>
        </w:rPr>
      </w:pPr>
      <w:r>
        <w:rPr>
          <w:b/>
        </w:rPr>
        <w:t>T</w:t>
      </w:r>
      <w:r w:rsidR="00365CC0">
        <w:rPr>
          <w:b/>
        </w:rPr>
        <w:t>eade puudustega v</w:t>
      </w:r>
      <w:r w:rsidR="00365CC0" w:rsidRPr="00DA257B">
        <w:rPr>
          <w:b/>
        </w:rPr>
        <w:t xml:space="preserve">aidlustuse </w:t>
      </w:r>
      <w:r w:rsidR="00365CC0">
        <w:rPr>
          <w:b/>
        </w:rPr>
        <w:t>esitamisest</w:t>
      </w:r>
    </w:p>
    <w:p w14:paraId="7C36D5E1" w14:textId="3FFC85C9" w:rsidR="00365CC0" w:rsidRPr="004F093C" w:rsidRDefault="00365CC0" w:rsidP="00365CC0">
      <w:pPr>
        <w:spacing w:line="240" w:lineRule="auto"/>
        <w:ind w:right="-285"/>
      </w:pPr>
    </w:p>
    <w:p w14:paraId="55A53361" w14:textId="77777777" w:rsidR="004F093C" w:rsidRPr="004F093C" w:rsidRDefault="004F093C" w:rsidP="00365CC0">
      <w:pPr>
        <w:spacing w:line="240" w:lineRule="auto"/>
        <w:ind w:right="-285"/>
      </w:pPr>
    </w:p>
    <w:p w14:paraId="5EB80AA1" w14:textId="095DAC97" w:rsidR="00365CC0" w:rsidRPr="004F093C" w:rsidRDefault="00365CC0" w:rsidP="00365CC0">
      <w:pPr>
        <w:spacing w:line="240" w:lineRule="auto"/>
        <w:ind w:right="-285"/>
        <w:rPr>
          <w:bCs/>
        </w:rPr>
      </w:pPr>
      <w:r w:rsidRPr="004F093C">
        <w:rPr>
          <w:bCs/>
        </w:rPr>
        <w:t xml:space="preserve">Teatame, et </w:t>
      </w:r>
      <w:r w:rsidR="00D36024">
        <w:rPr>
          <w:bCs/>
        </w:rPr>
        <w:t>DAAC-Auto SRL</w:t>
      </w:r>
      <w:r w:rsidR="002103AE">
        <w:rPr>
          <w:kern w:val="0"/>
        </w:rPr>
        <w:t xml:space="preserve"> </w:t>
      </w:r>
      <w:r w:rsidRPr="004F093C">
        <w:rPr>
          <w:bCs/>
        </w:rPr>
        <w:t xml:space="preserve">on </w:t>
      </w:r>
      <w:r w:rsidR="0014546A">
        <w:rPr>
          <w:bCs/>
        </w:rPr>
        <w:t>0</w:t>
      </w:r>
      <w:r w:rsidR="00D36024">
        <w:rPr>
          <w:bCs/>
        </w:rPr>
        <w:t>9</w:t>
      </w:r>
      <w:r w:rsidR="00712771">
        <w:rPr>
          <w:bCs/>
        </w:rPr>
        <w:t>.</w:t>
      </w:r>
      <w:r w:rsidR="002103AE">
        <w:rPr>
          <w:bCs/>
        </w:rPr>
        <w:t>0</w:t>
      </w:r>
      <w:r w:rsidR="00D36024">
        <w:rPr>
          <w:bCs/>
        </w:rPr>
        <w:t>4</w:t>
      </w:r>
      <w:r w:rsidR="00712771">
        <w:rPr>
          <w:bCs/>
        </w:rPr>
        <w:t>.202</w:t>
      </w:r>
      <w:r w:rsidR="002103AE">
        <w:rPr>
          <w:bCs/>
        </w:rPr>
        <w:t>4</w:t>
      </w:r>
      <w:r w:rsidR="00712771">
        <w:rPr>
          <w:bCs/>
        </w:rPr>
        <w:t xml:space="preserve"> </w:t>
      </w:r>
      <w:r w:rsidRPr="004F093C">
        <w:rPr>
          <w:bCs/>
        </w:rPr>
        <w:t xml:space="preserve">esitanud Riigihangete vaidlustuskomisjonile (edaspidi vaidlustuskomisjon) vaidlustuse </w:t>
      </w:r>
      <w:r w:rsidR="00D36024" w:rsidRPr="00D36024">
        <w:rPr>
          <w:color w:val="000000" w:themeColor="text1"/>
        </w:rPr>
        <w:t>Riigi Kaitseinvesteeringute Keskus</w:t>
      </w:r>
      <w:r w:rsidR="00D36024">
        <w:rPr>
          <w:color w:val="000000" w:themeColor="text1"/>
        </w:rPr>
        <w:t xml:space="preserve">e </w:t>
      </w:r>
      <w:r w:rsidRPr="004F093C">
        <w:rPr>
          <w:bCs/>
        </w:rPr>
        <w:t xml:space="preserve">riigihankes </w:t>
      </w:r>
      <w:r w:rsidR="004F093C" w:rsidRPr="004F093C">
        <w:rPr>
          <w:bCs/>
        </w:rPr>
        <w:t>„</w:t>
      </w:r>
      <w:r w:rsidR="00D36024" w:rsidRPr="00D36024">
        <w:rPr>
          <w:rFonts w:eastAsia="Garamond"/>
        </w:rPr>
        <w:t>M1- ja N1-kategooria sõidukite ostmine</w:t>
      </w:r>
      <w:r w:rsidRPr="004F093C">
        <w:rPr>
          <w:rFonts w:eastAsia="Garamond"/>
        </w:rPr>
        <w:t xml:space="preserve">“ (viitenumber </w:t>
      </w:r>
      <w:r w:rsidR="00D36024">
        <w:rPr>
          <w:rFonts w:eastAsia="Garamond"/>
        </w:rPr>
        <w:t>275103</w:t>
      </w:r>
      <w:r w:rsidRPr="004F093C">
        <w:t>)</w:t>
      </w:r>
      <w:r w:rsidRPr="004F093C">
        <w:rPr>
          <w:bCs/>
        </w:rPr>
        <w:t>.</w:t>
      </w:r>
    </w:p>
    <w:p w14:paraId="557C9FEC" w14:textId="77777777" w:rsidR="00365CC0" w:rsidRPr="004F093C" w:rsidRDefault="00365CC0" w:rsidP="00365CC0">
      <w:pPr>
        <w:spacing w:line="240" w:lineRule="auto"/>
        <w:ind w:right="-285"/>
        <w:rPr>
          <w:bCs/>
        </w:rPr>
      </w:pPr>
    </w:p>
    <w:p w14:paraId="29100DFB" w14:textId="2B4D03CE" w:rsidR="00365CC0" w:rsidRPr="004F093C" w:rsidRDefault="00D36024" w:rsidP="00365CC0">
      <w:pPr>
        <w:spacing w:line="240" w:lineRule="auto"/>
        <w:ind w:right="-285"/>
        <w:rPr>
          <w:bCs/>
        </w:rPr>
      </w:pPr>
      <w:r>
        <w:t>1</w:t>
      </w:r>
      <w:r w:rsidR="00A21D77">
        <w:t>0.0</w:t>
      </w:r>
      <w:r>
        <w:t>4</w:t>
      </w:r>
      <w:r w:rsidR="00A21D77">
        <w:t xml:space="preserve">.2024 </w:t>
      </w:r>
      <w:r w:rsidR="00A21D77" w:rsidRPr="004F093C">
        <w:rPr>
          <w:bCs/>
        </w:rPr>
        <w:t xml:space="preserve">tagastas </w:t>
      </w:r>
      <w:r w:rsidR="00A21D77">
        <w:rPr>
          <w:bCs/>
        </w:rPr>
        <w:t>v</w:t>
      </w:r>
      <w:r w:rsidR="00365CC0" w:rsidRPr="004F093C">
        <w:rPr>
          <w:bCs/>
        </w:rPr>
        <w:t xml:space="preserve">aidlustuskomisjon RHS </w:t>
      </w:r>
      <w:r w:rsidR="00365CC0" w:rsidRPr="004F093C">
        <w:t>§</w:t>
      </w:r>
      <w:r w:rsidR="002B5A36">
        <w:t xml:space="preserve"> </w:t>
      </w:r>
      <w:r w:rsidR="00365CC0" w:rsidRPr="004F093C">
        <w:t>192 lg 2 alusel v</w:t>
      </w:r>
      <w:r w:rsidR="00365CC0" w:rsidRPr="004F093C">
        <w:rPr>
          <w:bCs/>
        </w:rPr>
        <w:t>aidlustuse puuduste kõrvaldamiseks.</w:t>
      </w:r>
    </w:p>
    <w:p w14:paraId="1D0154A1" w14:textId="77777777" w:rsidR="00034B07" w:rsidRDefault="00034B07" w:rsidP="00365CC0">
      <w:pPr>
        <w:spacing w:line="240" w:lineRule="auto"/>
        <w:ind w:right="-285"/>
        <w:rPr>
          <w:bCs/>
        </w:rPr>
      </w:pPr>
    </w:p>
    <w:p w14:paraId="67F52994" w14:textId="786A31B1" w:rsidR="00365CC0" w:rsidRPr="004F093C" w:rsidRDefault="00365CC0" w:rsidP="00365CC0">
      <w:pPr>
        <w:spacing w:line="240" w:lineRule="auto"/>
        <w:ind w:right="-285"/>
        <w:rPr>
          <w:bCs/>
        </w:rPr>
      </w:pPr>
      <w:r w:rsidRPr="004F093C">
        <w:rPr>
          <w:bCs/>
        </w:rPr>
        <w:t>Edastame Teile vaidlustuse pärast puuduste kõrvaldamist (RHS § 194 lg 3) või teatame kohe, kui vaidlustaja ei kõrvalda puudusi seaduses ettenähtud 2-tööpäevase tähtaja jooksul.</w:t>
      </w:r>
    </w:p>
    <w:p w14:paraId="4348F2F9" w14:textId="77777777" w:rsidR="00365CC0" w:rsidRPr="004F093C" w:rsidRDefault="00365CC0" w:rsidP="00365CC0">
      <w:pPr>
        <w:spacing w:line="240" w:lineRule="auto"/>
        <w:ind w:right="-285"/>
        <w:rPr>
          <w:bCs/>
        </w:rPr>
      </w:pPr>
    </w:p>
    <w:p w14:paraId="609E1CFC" w14:textId="6E056515" w:rsidR="00365CC0" w:rsidRPr="004F093C" w:rsidRDefault="00365CC0" w:rsidP="00365CC0">
      <w:pPr>
        <w:spacing w:line="240" w:lineRule="auto"/>
        <w:ind w:right="-285"/>
        <w:rPr>
          <w:bCs/>
        </w:rPr>
      </w:pPr>
      <w:r w:rsidRPr="004F093C">
        <w:rPr>
          <w:bCs/>
        </w:rPr>
        <w:t xml:space="preserve">Tulenevalt RHS § 194 </w:t>
      </w:r>
      <w:proofErr w:type="spellStart"/>
      <w:r w:rsidRPr="004F093C">
        <w:rPr>
          <w:bCs/>
        </w:rPr>
        <w:t>lg-st</w:t>
      </w:r>
      <w:proofErr w:type="spellEnd"/>
      <w:r w:rsidRPr="004F093C">
        <w:rPr>
          <w:bCs/>
        </w:rPr>
        <w:t xml:space="preserve"> 4 ei ole hankijal õigust sõlmida riigihankes hankelepingut </w:t>
      </w:r>
      <w:r w:rsidR="004B6F12">
        <w:rPr>
          <w:bCs/>
        </w:rPr>
        <w:t xml:space="preserve">hanke osades 3 ja 4 </w:t>
      </w:r>
      <w:r w:rsidRPr="004F093C">
        <w:rPr>
          <w:bCs/>
        </w:rPr>
        <w:t>käesoleva teate saamisest kuni §-s 201 sätestatud tingimuste saabumiseni.</w:t>
      </w:r>
    </w:p>
    <w:p w14:paraId="597D0D53" w14:textId="73088362" w:rsidR="005605D5" w:rsidRPr="004F093C" w:rsidRDefault="005605D5" w:rsidP="00147760">
      <w:pPr>
        <w:pStyle w:val="Vahedeta"/>
        <w:rPr>
          <w:rFonts w:cs="Times New Roman"/>
          <w:szCs w:val="24"/>
        </w:rPr>
      </w:pPr>
    </w:p>
    <w:p w14:paraId="28A53460" w14:textId="64D6FE65" w:rsidR="00365CC0" w:rsidRDefault="00365CC0" w:rsidP="00147760">
      <w:pPr>
        <w:pStyle w:val="Vahedeta"/>
        <w:rPr>
          <w:szCs w:val="24"/>
        </w:rPr>
      </w:pPr>
    </w:p>
    <w:p w14:paraId="6CA3ECA9" w14:textId="77777777" w:rsidR="00365CC0" w:rsidRDefault="00365CC0" w:rsidP="00147760">
      <w:pPr>
        <w:pStyle w:val="Vahedeta"/>
        <w:rPr>
          <w:szCs w:val="24"/>
        </w:rPr>
      </w:pPr>
    </w:p>
    <w:p w14:paraId="1899A917" w14:textId="637A1B09" w:rsidR="00D055E7" w:rsidRPr="00F43E6C" w:rsidRDefault="00D055E7" w:rsidP="00ED0268">
      <w:pPr>
        <w:pStyle w:val="Vahedeta"/>
        <w:rPr>
          <w:szCs w:val="24"/>
        </w:rPr>
      </w:pPr>
      <w:r w:rsidRPr="00F43E6C">
        <w:rPr>
          <w:szCs w:val="24"/>
        </w:rPr>
        <w:t>Lugupidamisega</w:t>
      </w:r>
    </w:p>
    <w:p w14:paraId="1D6C1DC3" w14:textId="3DB0F564" w:rsidR="00C203AC" w:rsidRDefault="00C203AC" w:rsidP="00ED0268">
      <w:pPr>
        <w:pStyle w:val="Vahedeta"/>
        <w:rPr>
          <w:szCs w:val="24"/>
        </w:rPr>
      </w:pPr>
    </w:p>
    <w:p w14:paraId="48C2DF69" w14:textId="77019010" w:rsidR="004F093C" w:rsidRDefault="004F093C" w:rsidP="00ED0268">
      <w:pPr>
        <w:pStyle w:val="Vahedeta"/>
        <w:rPr>
          <w:szCs w:val="24"/>
        </w:rPr>
      </w:pPr>
    </w:p>
    <w:p w14:paraId="1200BC9D" w14:textId="77777777" w:rsidR="004F093C" w:rsidRDefault="004F093C" w:rsidP="00ED0268">
      <w:pPr>
        <w:pStyle w:val="Vahedeta"/>
        <w:rPr>
          <w:szCs w:val="24"/>
        </w:rPr>
      </w:pPr>
    </w:p>
    <w:p w14:paraId="31A4C004" w14:textId="1D1DDB20" w:rsidR="00FF444D" w:rsidRPr="00F43E6C" w:rsidRDefault="00B537E8" w:rsidP="00ED0268">
      <w:pPr>
        <w:pStyle w:val="Vahedeta"/>
        <w:rPr>
          <w:szCs w:val="24"/>
        </w:rPr>
      </w:pPr>
      <w:r w:rsidRPr="00F43E6C">
        <w:rPr>
          <w:szCs w:val="24"/>
        </w:rPr>
        <w:t>(allkirjastatud digitaalselt)</w:t>
      </w:r>
    </w:p>
    <w:p w14:paraId="186714E0" w14:textId="7398D3FE" w:rsidR="00D055E7" w:rsidRPr="00F43E6C" w:rsidRDefault="006E10D5" w:rsidP="00ED0268">
      <w:pPr>
        <w:pStyle w:val="Vahedeta"/>
        <w:rPr>
          <w:szCs w:val="24"/>
        </w:rPr>
      </w:pPr>
      <w:r>
        <w:rPr>
          <w:szCs w:val="24"/>
        </w:rPr>
        <w:t>Ulvi Reimets</w:t>
      </w:r>
    </w:p>
    <w:p w14:paraId="45988A6D" w14:textId="77777777" w:rsidR="00D055E7" w:rsidRPr="00F43E6C" w:rsidRDefault="00D055E7" w:rsidP="00ED0268">
      <w:pPr>
        <w:pStyle w:val="Vahedeta"/>
        <w:rPr>
          <w:szCs w:val="24"/>
        </w:rPr>
      </w:pPr>
      <w:r w:rsidRPr="00F43E6C">
        <w:rPr>
          <w:szCs w:val="24"/>
        </w:rPr>
        <w:t>Riigihangete vaidlustuskomisjoni liige</w:t>
      </w:r>
    </w:p>
    <w:p w14:paraId="1FDF909A" w14:textId="70C9DA55" w:rsidR="00C203AC" w:rsidRDefault="00C203AC" w:rsidP="00ED0268">
      <w:pPr>
        <w:pStyle w:val="Vahedeta"/>
        <w:rPr>
          <w:szCs w:val="24"/>
        </w:rPr>
      </w:pPr>
    </w:p>
    <w:p w14:paraId="7CFBD94B" w14:textId="77777777" w:rsidR="00487580" w:rsidRDefault="00487580" w:rsidP="00ED0268">
      <w:pPr>
        <w:pStyle w:val="Vahedeta"/>
        <w:rPr>
          <w:szCs w:val="24"/>
        </w:rPr>
      </w:pPr>
    </w:p>
    <w:p w14:paraId="052BA93F" w14:textId="77777777" w:rsidR="00487580" w:rsidRDefault="00487580" w:rsidP="00ED0268">
      <w:pPr>
        <w:pStyle w:val="Vahedeta"/>
        <w:rPr>
          <w:szCs w:val="24"/>
        </w:rPr>
      </w:pPr>
    </w:p>
    <w:p w14:paraId="20000A23" w14:textId="77777777" w:rsidR="00487580" w:rsidRDefault="00487580" w:rsidP="00ED0268">
      <w:pPr>
        <w:pStyle w:val="Vahedeta"/>
        <w:rPr>
          <w:szCs w:val="24"/>
        </w:rPr>
      </w:pPr>
    </w:p>
    <w:p w14:paraId="698F8652" w14:textId="77777777" w:rsidR="00487580" w:rsidRPr="003D4577" w:rsidRDefault="00487580" w:rsidP="00487580">
      <w:pPr>
        <w:pStyle w:val="Vahedeta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 xml:space="preserve">Mari-Ann Sinimaa, 611 3713, </w:t>
      </w:r>
      <w:hyperlink r:id="rId11" w:history="1">
        <w:r w:rsidRPr="002D7ED8">
          <w:rPr>
            <w:rStyle w:val="Hperlink"/>
            <w:szCs w:val="24"/>
          </w:rPr>
          <w:t>mari-ann.sinimaa@fin.ee</w:t>
        </w:r>
      </w:hyperlink>
    </w:p>
    <w:p w14:paraId="3A9B0EB2" w14:textId="77777777" w:rsidR="00487580" w:rsidRDefault="00487580" w:rsidP="00ED0268">
      <w:pPr>
        <w:pStyle w:val="Vahedeta"/>
        <w:rPr>
          <w:szCs w:val="24"/>
        </w:rPr>
      </w:pPr>
    </w:p>
    <w:sectPr w:rsidR="00487580" w:rsidSect="00BD31FF">
      <w:footerReference w:type="default" r:id="rId12"/>
      <w:footerReference w:type="first" r:id="rId13"/>
      <w:pgSz w:w="11906" w:h="16838" w:code="9"/>
      <w:pgMar w:top="907" w:right="1021" w:bottom="993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27261" w14:textId="77777777" w:rsidR="00E87CB4" w:rsidRDefault="00E87CB4" w:rsidP="00DF44DF">
      <w:r>
        <w:separator/>
      </w:r>
    </w:p>
  </w:endnote>
  <w:endnote w:type="continuationSeparator" w:id="0">
    <w:p w14:paraId="2CB763EB" w14:textId="77777777" w:rsidR="00E87CB4" w:rsidRDefault="00E87CB4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02B7B6B4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8C76FB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8C76FB">
      <w:rPr>
        <w:noProof/>
      </w:rPr>
      <w:t>2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A34F" w14:textId="6FF11F64" w:rsidR="00AE3DC3" w:rsidRDefault="00D36024" w:rsidP="000A17B5">
    <w:pPr>
      <w:pStyle w:val="Jalus1"/>
    </w:pPr>
    <w:r w:rsidRPr="00D36024">
      <w:t>Tartu mnt 85 / 10115 Tallinn / 611 3713 / vako@fin.ee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B7CC3" w14:textId="77777777" w:rsidR="00E87CB4" w:rsidRDefault="00E87CB4" w:rsidP="00DF44DF">
      <w:r>
        <w:separator/>
      </w:r>
    </w:p>
  </w:footnote>
  <w:footnote w:type="continuationSeparator" w:id="0">
    <w:p w14:paraId="40998259" w14:textId="77777777" w:rsidR="00E87CB4" w:rsidRDefault="00E87CB4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F3CBB"/>
    <w:multiLevelType w:val="hybridMultilevel"/>
    <w:tmpl w:val="1CE49C2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6161AA"/>
    <w:multiLevelType w:val="hybridMultilevel"/>
    <w:tmpl w:val="EC78592E"/>
    <w:lvl w:ilvl="0" w:tplc="9920FB98">
      <w:start w:val="1"/>
      <w:numFmt w:val="upperRoman"/>
      <w:lvlText w:val="%1"/>
      <w:lvlJc w:val="left"/>
      <w:pPr>
        <w:ind w:left="3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8E4994">
      <w:start w:val="1"/>
      <w:numFmt w:val="decimal"/>
      <w:lvlRestart w:val="0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226CCC">
      <w:start w:val="1"/>
      <w:numFmt w:val="lowerRoman"/>
      <w:lvlText w:val="%3)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20169C">
      <w:start w:val="1"/>
      <w:numFmt w:val="lowerLetter"/>
      <w:lvlText w:val="%4."/>
      <w:lvlJc w:val="left"/>
      <w:pPr>
        <w:ind w:left="1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A07C7A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A2050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6023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8A89F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EA6676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8046564">
    <w:abstractNumId w:val="1"/>
  </w:num>
  <w:num w:numId="2" w16cid:durableId="786196752">
    <w:abstractNumId w:val="2"/>
  </w:num>
  <w:num w:numId="3" w16cid:durableId="911234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34B07"/>
    <w:rsid w:val="00040C8A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715"/>
    <w:rsid w:val="000731A1"/>
    <w:rsid w:val="00073A0E"/>
    <w:rsid w:val="00074B60"/>
    <w:rsid w:val="00080804"/>
    <w:rsid w:val="00081594"/>
    <w:rsid w:val="00084427"/>
    <w:rsid w:val="00084458"/>
    <w:rsid w:val="00085D3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2FC5"/>
    <w:rsid w:val="000A517F"/>
    <w:rsid w:val="000B31FB"/>
    <w:rsid w:val="000C156A"/>
    <w:rsid w:val="000C16B6"/>
    <w:rsid w:val="000C1F5B"/>
    <w:rsid w:val="000C6133"/>
    <w:rsid w:val="000C62A9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46A"/>
    <w:rsid w:val="00145A5A"/>
    <w:rsid w:val="001476DB"/>
    <w:rsid w:val="00147760"/>
    <w:rsid w:val="001512AE"/>
    <w:rsid w:val="0015130A"/>
    <w:rsid w:val="001523BD"/>
    <w:rsid w:val="00153063"/>
    <w:rsid w:val="001549B1"/>
    <w:rsid w:val="00156F04"/>
    <w:rsid w:val="00163532"/>
    <w:rsid w:val="0016457E"/>
    <w:rsid w:val="001667FC"/>
    <w:rsid w:val="00167C61"/>
    <w:rsid w:val="00170BBA"/>
    <w:rsid w:val="00174E7F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0F7"/>
    <w:rsid w:val="001A66C7"/>
    <w:rsid w:val="001A7D04"/>
    <w:rsid w:val="001B0A30"/>
    <w:rsid w:val="001B3776"/>
    <w:rsid w:val="001B399C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C74"/>
    <w:rsid w:val="001E7A9A"/>
    <w:rsid w:val="001E7C4A"/>
    <w:rsid w:val="001F1C39"/>
    <w:rsid w:val="002008A2"/>
    <w:rsid w:val="00201D24"/>
    <w:rsid w:val="002038D4"/>
    <w:rsid w:val="00203A78"/>
    <w:rsid w:val="002065C7"/>
    <w:rsid w:val="00206C25"/>
    <w:rsid w:val="002103AE"/>
    <w:rsid w:val="00212932"/>
    <w:rsid w:val="0021422A"/>
    <w:rsid w:val="00215A0B"/>
    <w:rsid w:val="002226B2"/>
    <w:rsid w:val="00222C53"/>
    <w:rsid w:val="002238B4"/>
    <w:rsid w:val="00225654"/>
    <w:rsid w:val="00226A6C"/>
    <w:rsid w:val="002418F9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94B71"/>
    <w:rsid w:val="002A4266"/>
    <w:rsid w:val="002A6C9E"/>
    <w:rsid w:val="002A7ABE"/>
    <w:rsid w:val="002B1BC6"/>
    <w:rsid w:val="002B40AE"/>
    <w:rsid w:val="002B5A36"/>
    <w:rsid w:val="002B6C88"/>
    <w:rsid w:val="002B753A"/>
    <w:rsid w:val="002C220A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23FE"/>
    <w:rsid w:val="002F254F"/>
    <w:rsid w:val="002F25A8"/>
    <w:rsid w:val="002F3FC1"/>
    <w:rsid w:val="002F7556"/>
    <w:rsid w:val="002F7586"/>
    <w:rsid w:val="002F7E82"/>
    <w:rsid w:val="00300137"/>
    <w:rsid w:val="00301763"/>
    <w:rsid w:val="00301BB5"/>
    <w:rsid w:val="0030408A"/>
    <w:rsid w:val="00306D73"/>
    <w:rsid w:val="0031082B"/>
    <w:rsid w:val="003128E3"/>
    <w:rsid w:val="00313FA7"/>
    <w:rsid w:val="003170EF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3527"/>
    <w:rsid w:val="0034455F"/>
    <w:rsid w:val="00344925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5CC0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40146E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0D88"/>
    <w:rsid w:val="00441D6A"/>
    <w:rsid w:val="00441DB0"/>
    <w:rsid w:val="0044203D"/>
    <w:rsid w:val="00443EAF"/>
    <w:rsid w:val="00444647"/>
    <w:rsid w:val="00445980"/>
    <w:rsid w:val="00446375"/>
    <w:rsid w:val="00447382"/>
    <w:rsid w:val="00450226"/>
    <w:rsid w:val="00453486"/>
    <w:rsid w:val="00454DAF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87580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6F12"/>
    <w:rsid w:val="004B7757"/>
    <w:rsid w:val="004C02DE"/>
    <w:rsid w:val="004C0DE6"/>
    <w:rsid w:val="004C1391"/>
    <w:rsid w:val="004C1E32"/>
    <w:rsid w:val="004C20F9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F093C"/>
    <w:rsid w:val="004F181B"/>
    <w:rsid w:val="004F3EBE"/>
    <w:rsid w:val="004F43F2"/>
    <w:rsid w:val="004F694B"/>
    <w:rsid w:val="005007CF"/>
    <w:rsid w:val="00501FDC"/>
    <w:rsid w:val="00505871"/>
    <w:rsid w:val="005118FE"/>
    <w:rsid w:val="00511900"/>
    <w:rsid w:val="00517143"/>
    <w:rsid w:val="00520C94"/>
    <w:rsid w:val="0052181B"/>
    <w:rsid w:val="00522F25"/>
    <w:rsid w:val="00530F52"/>
    <w:rsid w:val="00535D04"/>
    <w:rsid w:val="005379F5"/>
    <w:rsid w:val="00540FA8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5D5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589"/>
    <w:rsid w:val="00587557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D5EEC"/>
    <w:rsid w:val="005E05B5"/>
    <w:rsid w:val="005E3AED"/>
    <w:rsid w:val="005E45BB"/>
    <w:rsid w:val="005E5490"/>
    <w:rsid w:val="005F2D44"/>
    <w:rsid w:val="005F3068"/>
    <w:rsid w:val="005F6FFE"/>
    <w:rsid w:val="005F77BA"/>
    <w:rsid w:val="005F7A5D"/>
    <w:rsid w:val="00601CBE"/>
    <w:rsid w:val="00602834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80609"/>
    <w:rsid w:val="006807A4"/>
    <w:rsid w:val="00680B37"/>
    <w:rsid w:val="00681B4D"/>
    <w:rsid w:val="00683BEC"/>
    <w:rsid w:val="00690899"/>
    <w:rsid w:val="00691B3D"/>
    <w:rsid w:val="006A01AC"/>
    <w:rsid w:val="006A2A46"/>
    <w:rsid w:val="006A2B89"/>
    <w:rsid w:val="006A2D77"/>
    <w:rsid w:val="006A2ECB"/>
    <w:rsid w:val="006A4D6B"/>
    <w:rsid w:val="006A7F63"/>
    <w:rsid w:val="006B36B5"/>
    <w:rsid w:val="006B468E"/>
    <w:rsid w:val="006B5DFB"/>
    <w:rsid w:val="006B6A55"/>
    <w:rsid w:val="006C01C9"/>
    <w:rsid w:val="006C38D0"/>
    <w:rsid w:val="006D0B45"/>
    <w:rsid w:val="006D1A86"/>
    <w:rsid w:val="006D20B2"/>
    <w:rsid w:val="006E10D5"/>
    <w:rsid w:val="006E16BD"/>
    <w:rsid w:val="006E2212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2771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1968"/>
    <w:rsid w:val="007D2395"/>
    <w:rsid w:val="007D54FC"/>
    <w:rsid w:val="007D58D6"/>
    <w:rsid w:val="007D7C10"/>
    <w:rsid w:val="007E28E7"/>
    <w:rsid w:val="007E536E"/>
    <w:rsid w:val="007E5E2F"/>
    <w:rsid w:val="007F004C"/>
    <w:rsid w:val="007F3BAA"/>
    <w:rsid w:val="007F6934"/>
    <w:rsid w:val="007F7280"/>
    <w:rsid w:val="0080042F"/>
    <w:rsid w:val="00801246"/>
    <w:rsid w:val="008016F1"/>
    <w:rsid w:val="00803908"/>
    <w:rsid w:val="00803AC3"/>
    <w:rsid w:val="00804474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BCE"/>
    <w:rsid w:val="00830210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45E8"/>
    <w:rsid w:val="008477CA"/>
    <w:rsid w:val="00852EEA"/>
    <w:rsid w:val="00856E81"/>
    <w:rsid w:val="00857226"/>
    <w:rsid w:val="0086239B"/>
    <w:rsid w:val="0086259E"/>
    <w:rsid w:val="00866C17"/>
    <w:rsid w:val="00871D49"/>
    <w:rsid w:val="00873BBB"/>
    <w:rsid w:val="00887DF8"/>
    <w:rsid w:val="008901E2"/>
    <w:rsid w:val="00890891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C76FB"/>
    <w:rsid w:val="008D4634"/>
    <w:rsid w:val="008E1097"/>
    <w:rsid w:val="008E5B14"/>
    <w:rsid w:val="008E5D61"/>
    <w:rsid w:val="008E5F39"/>
    <w:rsid w:val="008E6F3C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1B4B"/>
    <w:rsid w:val="009B3BFA"/>
    <w:rsid w:val="009D00FF"/>
    <w:rsid w:val="009D1810"/>
    <w:rsid w:val="009D38E2"/>
    <w:rsid w:val="009D618F"/>
    <w:rsid w:val="009D7F12"/>
    <w:rsid w:val="009E02C2"/>
    <w:rsid w:val="009E3028"/>
    <w:rsid w:val="009E505B"/>
    <w:rsid w:val="009E7F4A"/>
    <w:rsid w:val="009F05C7"/>
    <w:rsid w:val="009F123C"/>
    <w:rsid w:val="009F46CD"/>
    <w:rsid w:val="00A06B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21D77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6E72"/>
    <w:rsid w:val="00AB09A8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6DF7"/>
    <w:rsid w:val="00B27D50"/>
    <w:rsid w:val="00B27E06"/>
    <w:rsid w:val="00B322AC"/>
    <w:rsid w:val="00B35804"/>
    <w:rsid w:val="00B35F1B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2ABF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1FF"/>
    <w:rsid w:val="00BD396D"/>
    <w:rsid w:val="00BD3CCF"/>
    <w:rsid w:val="00BD5006"/>
    <w:rsid w:val="00BD57C1"/>
    <w:rsid w:val="00BD6668"/>
    <w:rsid w:val="00BE0CC9"/>
    <w:rsid w:val="00BE1DD4"/>
    <w:rsid w:val="00BE62FB"/>
    <w:rsid w:val="00BE74B7"/>
    <w:rsid w:val="00BE7BC2"/>
    <w:rsid w:val="00BF0A36"/>
    <w:rsid w:val="00BF268E"/>
    <w:rsid w:val="00BF2C0F"/>
    <w:rsid w:val="00BF30AF"/>
    <w:rsid w:val="00BF40A3"/>
    <w:rsid w:val="00BF4D7C"/>
    <w:rsid w:val="00BF7FCC"/>
    <w:rsid w:val="00C00051"/>
    <w:rsid w:val="00C0114A"/>
    <w:rsid w:val="00C01CBA"/>
    <w:rsid w:val="00C04B4D"/>
    <w:rsid w:val="00C12592"/>
    <w:rsid w:val="00C14DCC"/>
    <w:rsid w:val="00C178F8"/>
    <w:rsid w:val="00C203AC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608"/>
    <w:rsid w:val="00C41698"/>
    <w:rsid w:val="00C41FC5"/>
    <w:rsid w:val="00C42450"/>
    <w:rsid w:val="00C42A69"/>
    <w:rsid w:val="00C42E1B"/>
    <w:rsid w:val="00C46E6D"/>
    <w:rsid w:val="00C474E9"/>
    <w:rsid w:val="00C47D4E"/>
    <w:rsid w:val="00C52E29"/>
    <w:rsid w:val="00C53ADB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773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E87"/>
    <w:rsid w:val="00CB6305"/>
    <w:rsid w:val="00CB7802"/>
    <w:rsid w:val="00CC1C6D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6A33"/>
    <w:rsid w:val="00D32198"/>
    <w:rsid w:val="00D33164"/>
    <w:rsid w:val="00D33C41"/>
    <w:rsid w:val="00D34112"/>
    <w:rsid w:val="00D34267"/>
    <w:rsid w:val="00D36024"/>
    <w:rsid w:val="00D36494"/>
    <w:rsid w:val="00D36BAA"/>
    <w:rsid w:val="00D40053"/>
    <w:rsid w:val="00D40650"/>
    <w:rsid w:val="00D455A9"/>
    <w:rsid w:val="00D45797"/>
    <w:rsid w:val="00D478D9"/>
    <w:rsid w:val="00D5149F"/>
    <w:rsid w:val="00D55D39"/>
    <w:rsid w:val="00D6473B"/>
    <w:rsid w:val="00D66BBA"/>
    <w:rsid w:val="00D6787F"/>
    <w:rsid w:val="00D70AF8"/>
    <w:rsid w:val="00D70DDB"/>
    <w:rsid w:val="00D72E8C"/>
    <w:rsid w:val="00D73027"/>
    <w:rsid w:val="00D7415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52EA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0885"/>
    <w:rsid w:val="00DB564D"/>
    <w:rsid w:val="00DB7C4E"/>
    <w:rsid w:val="00DC1DA0"/>
    <w:rsid w:val="00DC2B3D"/>
    <w:rsid w:val="00DC3989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6BB"/>
    <w:rsid w:val="00DE28E1"/>
    <w:rsid w:val="00DE2EF9"/>
    <w:rsid w:val="00DE38C3"/>
    <w:rsid w:val="00DE52FD"/>
    <w:rsid w:val="00DF0629"/>
    <w:rsid w:val="00DF44DF"/>
    <w:rsid w:val="00DF5F6E"/>
    <w:rsid w:val="00DF741F"/>
    <w:rsid w:val="00E023F6"/>
    <w:rsid w:val="00E02910"/>
    <w:rsid w:val="00E02FA6"/>
    <w:rsid w:val="00E03DBB"/>
    <w:rsid w:val="00E109B8"/>
    <w:rsid w:val="00E12823"/>
    <w:rsid w:val="00E12A47"/>
    <w:rsid w:val="00E14903"/>
    <w:rsid w:val="00E14BC0"/>
    <w:rsid w:val="00E17EE3"/>
    <w:rsid w:val="00E21272"/>
    <w:rsid w:val="00E2159F"/>
    <w:rsid w:val="00E24012"/>
    <w:rsid w:val="00E247EA"/>
    <w:rsid w:val="00E255A5"/>
    <w:rsid w:val="00E27E1A"/>
    <w:rsid w:val="00E40F8B"/>
    <w:rsid w:val="00E41706"/>
    <w:rsid w:val="00E43A63"/>
    <w:rsid w:val="00E43F7E"/>
    <w:rsid w:val="00E44B73"/>
    <w:rsid w:val="00E469BC"/>
    <w:rsid w:val="00E47881"/>
    <w:rsid w:val="00E5076C"/>
    <w:rsid w:val="00E51DD7"/>
    <w:rsid w:val="00E54681"/>
    <w:rsid w:val="00E57A64"/>
    <w:rsid w:val="00E6013B"/>
    <w:rsid w:val="00E61B8B"/>
    <w:rsid w:val="00E70582"/>
    <w:rsid w:val="00E742EF"/>
    <w:rsid w:val="00E74567"/>
    <w:rsid w:val="00E775D8"/>
    <w:rsid w:val="00E7782C"/>
    <w:rsid w:val="00E80638"/>
    <w:rsid w:val="00E83153"/>
    <w:rsid w:val="00E843E6"/>
    <w:rsid w:val="00E866B7"/>
    <w:rsid w:val="00E87CB4"/>
    <w:rsid w:val="00E87D79"/>
    <w:rsid w:val="00E87EDB"/>
    <w:rsid w:val="00E9177C"/>
    <w:rsid w:val="00E93AC6"/>
    <w:rsid w:val="00E93C38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0268"/>
    <w:rsid w:val="00ED19CC"/>
    <w:rsid w:val="00ED233C"/>
    <w:rsid w:val="00ED7142"/>
    <w:rsid w:val="00ED7D12"/>
    <w:rsid w:val="00EE03E9"/>
    <w:rsid w:val="00EE2CA9"/>
    <w:rsid w:val="00EE2D8B"/>
    <w:rsid w:val="00EE3238"/>
    <w:rsid w:val="00EE514F"/>
    <w:rsid w:val="00EE5ACF"/>
    <w:rsid w:val="00EE63F8"/>
    <w:rsid w:val="00EE6902"/>
    <w:rsid w:val="00EF0046"/>
    <w:rsid w:val="00EF161A"/>
    <w:rsid w:val="00EF1971"/>
    <w:rsid w:val="00EF1999"/>
    <w:rsid w:val="00EF2A73"/>
    <w:rsid w:val="00EF33D9"/>
    <w:rsid w:val="00F00D4D"/>
    <w:rsid w:val="00F01550"/>
    <w:rsid w:val="00F015CC"/>
    <w:rsid w:val="00F10EBA"/>
    <w:rsid w:val="00F11DE8"/>
    <w:rsid w:val="00F149BB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14B"/>
    <w:rsid w:val="00FA02E6"/>
    <w:rsid w:val="00FA1F9F"/>
    <w:rsid w:val="00FA20D1"/>
    <w:rsid w:val="00FA7AA9"/>
    <w:rsid w:val="00FB002F"/>
    <w:rsid w:val="00FB057E"/>
    <w:rsid w:val="00FB0EDD"/>
    <w:rsid w:val="00FB18B0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A2A46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365F91" w:themeColor="accent1" w:themeShade="BF"/>
      <w:sz w:val="26"/>
      <w:szCs w:val="23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C42A69"/>
    <w:rPr>
      <w:color w:val="605E5C"/>
      <w:shd w:val="clear" w:color="auto" w:fill="E1DFDD"/>
    </w:rPr>
  </w:style>
  <w:style w:type="character" w:customStyle="1" w:styleId="Lahendamatamainimine7">
    <w:name w:val="Lahendamata mainimine7"/>
    <w:basedOn w:val="Liguvaikefont"/>
    <w:uiPriority w:val="99"/>
    <w:semiHidden/>
    <w:unhideWhenUsed/>
    <w:rsid w:val="00C203AC"/>
    <w:rPr>
      <w:color w:val="605E5C"/>
      <w:shd w:val="clear" w:color="auto" w:fill="E1DFDD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A2A46"/>
    <w:rPr>
      <w:rFonts w:asciiTheme="majorHAnsi" w:eastAsiaTheme="majorEastAsia" w:hAnsiTheme="majorHAnsi" w:cs="Mangal"/>
      <w:color w:val="365F91" w:themeColor="accent1" w:themeShade="BF"/>
      <w:kern w:val="1"/>
      <w:sz w:val="26"/>
      <w:szCs w:val="23"/>
      <w:lang w:eastAsia="zh-CN" w:bidi="hi-IN"/>
    </w:rPr>
  </w:style>
  <w:style w:type="character" w:customStyle="1" w:styleId="break-word">
    <w:name w:val="break-word"/>
    <w:basedOn w:val="Liguvaikefont"/>
    <w:rsid w:val="006A2A46"/>
  </w:style>
  <w:style w:type="character" w:customStyle="1" w:styleId="Lahendamatamainimine8">
    <w:name w:val="Lahendamata mainimine8"/>
    <w:basedOn w:val="Liguvaikefont"/>
    <w:uiPriority w:val="99"/>
    <w:semiHidden/>
    <w:unhideWhenUsed/>
    <w:rsid w:val="00DE26BB"/>
    <w:rPr>
      <w:color w:val="605E5C"/>
      <w:shd w:val="clear" w:color="auto" w:fill="E1DFDD"/>
    </w:rPr>
  </w:style>
  <w:style w:type="character" w:customStyle="1" w:styleId="Lahendamatamainimine9">
    <w:name w:val="Lahendamata mainimine9"/>
    <w:basedOn w:val="Liguvaikefont"/>
    <w:uiPriority w:val="99"/>
    <w:semiHidden/>
    <w:unhideWhenUsed/>
    <w:rsid w:val="00890891"/>
    <w:rPr>
      <w:color w:val="605E5C"/>
      <w:shd w:val="clear" w:color="auto" w:fill="E1DFDD"/>
    </w:rPr>
  </w:style>
  <w:style w:type="character" w:customStyle="1" w:styleId="Lahendamatamainimine10">
    <w:name w:val="Lahendamata mainimine10"/>
    <w:basedOn w:val="Liguvaikefont"/>
    <w:uiPriority w:val="99"/>
    <w:semiHidden/>
    <w:unhideWhenUsed/>
    <w:rsid w:val="00294B71"/>
    <w:rPr>
      <w:color w:val="605E5C"/>
      <w:shd w:val="clear" w:color="auto" w:fill="E1DFDD"/>
    </w:rPr>
  </w:style>
  <w:style w:type="character" w:customStyle="1" w:styleId="Lahendamatamainimine11">
    <w:name w:val="Lahendamata mainimine11"/>
    <w:basedOn w:val="Liguvaikefont"/>
    <w:uiPriority w:val="99"/>
    <w:semiHidden/>
    <w:unhideWhenUsed/>
    <w:rsid w:val="00EE5AC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48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-ann.sinimaa@fin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rki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omas.kokk@rkik.e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DACFD39-FD7A-47A4-98D9-941EEE1EE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8</TotalTime>
  <Pages>1</Pages>
  <Words>167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Ulvi.Reimets@fin.ee</dc:creator>
  <cp:lastModifiedBy>Ulvi Reimets</cp:lastModifiedBy>
  <cp:revision>5</cp:revision>
  <cp:lastPrinted>2022-10-17T09:04:00Z</cp:lastPrinted>
  <dcterms:created xsi:type="dcterms:W3CDTF">2024-04-10T05:57:00Z</dcterms:created>
  <dcterms:modified xsi:type="dcterms:W3CDTF">2024-04-10T06:19:00Z</dcterms:modified>
</cp:coreProperties>
</file>